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F69" w:rsidRPr="00736F69" w:rsidRDefault="00736F69" w:rsidP="00736F69">
      <w:pPr>
        <w:jc w:val="right"/>
        <w:rPr>
          <w:sz w:val="24"/>
        </w:rPr>
      </w:pPr>
      <w:r w:rsidRPr="00736F69">
        <w:rPr>
          <w:rFonts w:hint="eastAsia"/>
          <w:sz w:val="24"/>
        </w:rPr>
        <w:t>【別表】</w:t>
      </w:r>
    </w:p>
    <w:p w:rsidR="0089471F" w:rsidRPr="00736F69" w:rsidRDefault="00736F69" w:rsidP="00736F69">
      <w:pPr>
        <w:jc w:val="center"/>
        <w:rPr>
          <w:sz w:val="24"/>
        </w:rPr>
      </w:pPr>
      <w:r w:rsidRPr="00736F69">
        <w:rPr>
          <w:rFonts w:hint="eastAsia"/>
          <w:sz w:val="24"/>
        </w:rPr>
        <w:t>大井上水道企業団フルタイム会計年度任用職員採用試験　職種別詳細</w:t>
      </w:r>
    </w:p>
    <w:p w:rsidR="00736F69" w:rsidRDefault="00736F69" w:rsidP="00736F69">
      <w:pPr>
        <w:jc w:val="center"/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545"/>
        <w:gridCol w:w="1111"/>
        <w:gridCol w:w="124"/>
        <w:gridCol w:w="510"/>
        <w:gridCol w:w="1776"/>
        <w:gridCol w:w="1245"/>
        <w:gridCol w:w="3189"/>
      </w:tblGrid>
      <w:tr w:rsidR="00736F69" w:rsidTr="00C367BC">
        <w:tc>
          <w:tcPr>
            <w:tcW w:w="1780" w:type="dxa"/>
            <w:gridSpan w:val="3"/>
            <w:shd w:val="clear" w:color="auto" w:fill="D9D9D9" w:themeFill="background1" w:themeFillShade="D9"/>
            <w:vAlign w:val="center"/>
          </w:tcPr>
          <w:p w:rsidR="00736F69" w:rsidRDefault="00736F69" w:rsidP="00F3683F">
            <w:pPr>
              <w:jc w:val="center"/>
            </w:pPr>
            <w:r>
              <w:rPr>
                <w:rFonts w:hint="eastAsia"/>
              </w:rPr>
              <w:t>職種区分</w:t>
            </w:r>
          </w:p>
        </w:tc>
        <w:tc>
          <w:tcPr>
            <w:tcW w:w="2286" w:type="dxa"/>
            <w:gridSpan w:val="2"/>
            <w:shd w:val="clear" w:color="auto" w:fill="D9D9D9" w:themeFill="background1" w:themeFillShade="D9"/>
            <w:vAlign w:val="center"/>
          </w:tcPr>
          <w:p w:rsidR="00736F69" w:rsidRDefault="00736F69" w:rsidP="00F3683F">
            <w:pPr>
              <w:jc w:val="center"/>
            </w:pPr>
            <w:r>
              <w:rPr>
                <w:rFonts w:hint="eastAsia"/>
              </w:rPr>
              <w:t>職種または業務内容</w:t>
            </w:r>
          </w:p>
        </w:tc>
        <w:tc>
          <w:tcPr>
            <w:tcW w:w="1245" w:type="dxa"/>
            <w:shd w:val="clear" w:color="auto" w:fill="D9D9D9" w:themeFill="background1" w:themeFillShade="D9"/>
            <w:vAlign w:val="center"/>
          </w:tcPr>
          <w:p w:rsidR="00736F69" w:rsidRDefault="00736F69" w:rsidP="00F3683F">
            <w:pPr>
              <w:jc w:val="center"/>
            </w:pPr>
            <w:r>
              <w:rPr>
                <w:rFonts w:hint="eastAsia"/>
              </w:rPr>
              <w:t>採用予定</w:t>
            </w:r>
          </w:p>
          <w:p w:rsidR="00736F69" w:rsidRDefault="00736F69" w:rsidP="00F3683F"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3185" w:type="dxa"/>
            <w:shd w:val="clear" w:color="auto" w:fill="D9D9D9" w:themeFill="background1" w:themeFillShade="D9"/>
            <w:vAlign w:val="center"/>
          </w:tcPr>
          <w:p w:rsidR="00736F69" w:rsidRDefault="00736F69" w:rsidP="00F3683F">
            <w:pPr>
              <w:jc w:val="center"/>
            </w:pPr>
            <w:r>
              <w:rPr>
                <w:rFonts w:hint="eastAsia"/>
              </w:rPr>
              <w:t>応募資格</w:t>
            </w:r>
          </w:p>
        </w:tc>
      </w:tr>
      <w:tr w:rsidR="00736F69" w:rsidTr="00736F69">
        <w:tc>
          <w:tcPr>
            <w:tcW w:w="545" w:type="dxa"/>
            <w:vAlign w:val="center"/>
          </w:tcPr>
          <w:p w:rsidR="00736F69" w:rsidRDefault="00736F69" w:rsidP="00F3683F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235" w:type="dxa"/>
            <w:gridSpan w:val="2"/>
            <w:vAlign w:val="center"/>
          </w:tcPr>
          <w:p w:rsidR="00736F69" w:rsidRDefault="00736F69" w:rsidP="00F3683F">
            <w:pPr>
              <w:jc w:val="center"/>
            </w:pPr>
            <w:r>
              <w:rPr>
                <w:rFonts w:hint="eastAsia"/>
              </w:rPr>
              <w:t>一般事務</w:t>
            </w:r>
          </w:p>
        </w:tc>
        <w:tc>
          <w:tcPr>
            <w:tcW w:w="510" w:type="dxa"/>
            <w:vAlign w:val="center"/>
          </w:tcPr>
          <w:p w:rsidR="00736F69" w:rsidRDefault="00736F69" w:rsidP="00F3683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76" w:type="dxa"/>
            <w:vAlign w:val="center"/>
          </w:tcPr>
          <w:p w:rsidR="00736F69" w:rsidRDefault="00736F69" w:rsidP="00F3683F">
            <w:r>
              <w:rPr>
                <w:rFonts w:hint="eastAsia"/>
              </w:rPr>
              <w:t>水道事業に係る</w:t>
            </w:r>
            <w:r w:rsidR="00CC333B">
              <w:rPr>
                <w:rFonts w:hint="eastAsia"/>
              </w:rPr>
              <w:t>O</w:t>
            </w:r>
            <w:r w:rsidR="00CC333B">
              <w:t>A</w:t>
            </w:r>
            <w:r w:rsidR="00CC333B">
              <w:rPr>
                <w:rFonts w:hint="eastAsia"/>
              </w:rPr>
              <w:t>処理、窓口、</w:t>
            </w:r>
            <w:r>
              <w:rPr>
                <w:rFonts w:hint="eastAsia"/>
              </w:rPr>
              <w:t>電話応対等業務</w:t>
            </w:r>
          </w:p>
        </w:tc>
        <w:tc>
          <w:tcPr>
            <w:tcW w:w="1245" w:type="dxa"/>
            <w:vAlign w:val="center"/>
          </w:tcPr>
          <w:p w:rsidR="00736F69" w:rsidRDefault="00736F69" w:rsidP="00F3683F">
            <w:pPr>
              <w:jc w:val="center"/>
            </w:pPr>
            <w:r>
              <w:rPr>
                <w:rFonts w:hint="eastAsia"/>
              </w:rPr>
              <w:t>1名程度</w:t>
            </w:r>
          </w:p>
        </w:tc>
        <w:tc>
          <w:tcPr>
            <w:tcW w:w="3185" w:type="dxa"/>
            <w:vAlign w:val="center"/>
          </w:tcPr>
          <w:p w:rsidR="00736F69" w:rsidRDefault="008F5B29" w:rsidP="008F5B29">
            <w:pPr>
              <w:jc w:val="center"/>
            </w:pPr>
            <w:r>
              <w:rPr>
                <w:rFonts w:hint="eastAsia"/>
              </w:rPr>
              <w:t>普通自動車免許</w:t>
            </w:r>
          </w:p>
          <w:p w:rsidR="008F5B29" w:rsidRPr="008F5B29" w:rsidRDefault="008F5B29" w:rsidP="008F5B29">
            <w:pPr>
              <w:jc w:val="center"/>
            </w:pPr>
            <w:r>
              <w:rPr>
                <w:rFonts w:hint="eastAsia"/>
              </w:rPr>
              <w:t>（AT限定可）</w:t>
            </w:r>
          </w:p>
        </w:tc>
      </w:tr>
      <w:tr w:rsidR="00736F69" w:rsidTr="00C367BC">
        <w:tc>
          <w:tcPr>
            <w:tcW w:w="8496" w:type="dxa"/>
            <w:gridSpan w:val="7"/>
            <w:shd w:val="clear" w:color="auto" w:fill="D9D9D9" w:themeFill="background1" w:themeFillShade="D9"/>
          </w:tcPr>
          <w:p w:rsidR="00736F69" w:rsidRDefault="00736F69" w:rsidP="00736F69">
            <w:pPr>
              <w:jc w:val="center"/>
            </w:pPr>
            <w:r>
              <w:rPr>
                <w:rFonts w:hint="eastAsia"/>
              </w:rPr>
              <w:t>勤務条件・職務内容等</w:t>
            </w:r>
          </w:p>
        </w:tc>
      </w:tr>
      <w:tr w:rsidR="00736F69" w:rsidTr="00C367BC">
        <w:tc>
          <w:tcPr>
            <w:tcW w:w="1656" w:type="dxa"/>
            <w:gridSpan w:val="2"/>
            <w:shd w:val="clear" w:color="auto" w:fill="D9D9D9" w:themeFill="background1" w:themeFillShade="D9"/>
          </w:tcPr>
          <w:p w:rsidR="00736F69" w:rsidRDefault="00736F69">
            <w:r>
              <w:rPr>
                <w:rFonts w:hint="eastAsia"/>
              </w:rPr>
              <w:t>任用期間</w:t>
            </w:r>
          </w:p>
        </w:tc>
        <w:tc>
          <w:tcPr>
            <w:tcW w:w="6844" w:type="dxa"/>
            <w:gridSpan w:val="5"/>
          </w:tcPr>
          <w:p w:rsidR="00736F69" w:rsidRDefault="00EF7A24">
            <w:r>
              <w:rPr>
                <w:rFonts w:hint="eastAsia"/>
              </w:rPr>
              <w:t>令和５年４月１日から令和６</w:t>
            </w:r>
            <w:r w:rsidR="00736F69">
              <w:rPr>
                <w:rFonts w:hint="eastAsia"/>
              </w:rPr>
              <w:t>年３月31日まで</w:t>
            </w:r>
          </w:p>
          <w:p w:rsidR="00C367BC" w:rsidRDefault="00736F69">
            <w:r>
              <w:rPr>
                <w:rFonts w:hint="eastAsia"/>
              </w:rPr>
              <w:t>※任用後、1月間は条件付採用</w:t>
            </w:r>
            <w:r w:rsidR="00B11CEA">
              <w:rPr>
                <w:rFonts w:hint="eastAsia"/>
              </w:rPr>
              <w:t>（地方公務員法第</w:t>
            </w:r>
            <w:r w:rsidR="00B11CEA">
              <w:t>22</w:t>
            </w:r>
            <w:r w:rsidR="00B11CEA">
              <w:rPr>
                <w:rFonts w:hint="eastAsia"/>
              </w:rPr>
              <w:t>条の</w:t>
            </w:r>
            <w:r w:rsidR="00B11CEA">
              <w:t>2</w:t>
            </w:r>
            <w:r w:rsidR="00B11CEA">
              <w:rPr>
                <w:rFonts w:hint="eastAsia"/>
              </w:rPr>
              <w:t>第7項）</w:t>
            </w:r>
          </w:p>
        </w:tc>
      </w:tr>
      <w:tr w:rsidR="00736F69" w:rsidTr="00C367BC">
        <w:tc>
          <w:tcPr>
            <w:tcW w:w="1656" w:type="dxa"/>
            <w:gridSpan w:val="2"/>
            <w:shd w:val="clear" w:color="auto" w:fill="D9D9D9" w:themeFill="background1" w:themeFillShade="D9"/>
          </w:tcPr>
          <w:p w:rsidR="00736F69" w:rsidRDefault="00736F69">
            <w:r>
              <w:rPr>
                <w:rFonts w:hint="eastAsia"/>
              </w:rPr>
              <w:t>職務内容</w:t>
            </w:r>
          </w:p>
        </w:tc>
        <w:tc>
          <w:tcPr>
            <w:tcW w:w="6844" w:type="dxa"/>
            <w:gridSpan w:val="5"/>
          </w:tcPr>
          <w:p w:rsidR="00C367BC" w:rsidRDefault="00C367BC">
            <w:r>
              <w:rPr>
                <w:rFonts w:hint="eastAsia"/>
              </w:rPr>
              <w:t>・水道事業に係る補助事務（</w:t>
            </w:r>
            <w:r w:rsidR="00CC333B">
              <w:rPr>
                <w:rFonts w:hint="eastAsia"/>
              </w:rPr>
              <w:t>O</w:t>
            </w:r>
            <w:r w:rsidR="00CC333B">
              <w:t>A</w:t>
            </w:r>
            <w:r w:rsidR="00CC333B">
              <w:rPr>
                <w:rFonts w:hint="eastAsia"/>
              </w:rPr>
              <w:t>入力、窓口・</w:t>
            </w:r>
            <w:r>
              <w:rPr>
                <w:rFonts w:hint="eastAsia"/>
              </w:rPr>
              <w:t>電話対応、資料作成、文書受付等）</w:t>
            </w:r>
          </w:p>
        </w:tc>
      </w:tr>
      <w:tr w:rsidR="00736F69" w:rsidTr="00C367BC">
        <w:tc>
          <w:tcPr>
            <w:tcW w:w="1656" w:type="dxa"/>
            <w:gridSpan w:val="2"/>
            <w:shd w:val="clear" w:color="auto" w:fill="D9D9D9" w:themeFill="background1" w:themeFillShade="D9"/>
          </w:tcPr>
          <w:p w:rsidR="00736F69" w:rsidRDefault="00736F69">
            <w:r>
              <w:rPr>
                <w:rFonts w:hint="eastAsia"/>
              </w:rPr>
              <w:t>勤務日及び</w:t>
            </w:r>
          </w:p>
          <w:p w:rsidR="00736F69" w:rsidRDefault="00736F69">
            <w:r>
              <w:rPr>
                <w:rFonts w:hint="eastAsia"/>
              </w:rPr>
              <w:t>勤務時間</w:t>
            </w:r>
          </w:p>
        </w:tc>
        <w:tc>
          <w:tcPr>
            <w:tcW w:w="6844" w:type="dxa"/>
            <w:gridSpan w:val="5"/>
          </w:tcPr>
          <w:p w:rsidR="00736F69" w:rsidRDefault="00736F69">
            <w:r>
              <w:rPr>
                <w:rFonts w:hint="eastAsia"/>
              </w:rPr>
              <w:t>１週間の勤務日　　月曜日から金曜日（５日間）</w:t>
            </w:r>
          </w:p>
          <w:p w:rsidR="00736F69" w:rsidRDefault="00736F69">
            <w:r>
              <w:rPr>
                <w:rFonts w:hint="eastAsia"/>
              </w:rPr>
              <w:t>１日の勤務時間　　午前８時3</w:t>
            </w:r>
            <w:r>
              <w:t>0</w:t>
            </w:r>
            <w:r>
              <w:rPr>
                <w:rFonts w:hint="eastAsia"/>
              </w:rPr>
              <w:t>分～午後５時1</w:t>
            </w:r>
            <w:r>
              <w:t>5</w:t>
            </w:r>
            <w:r>
              <w:rPr>
                <w:rFonts w:hint="eastAsia"/>
              </w:rPr>
              <w:t>分（７時間4</w:t>
            </w:r>
            <w:r>
              <w:t>5</w:t>
            </w:r>
            <w:r>
              <w:rPr>
                <w:rFonts w:hint="eastAsia"/>
              </w:rPr>
              <w:t>分）</w:t>
            </w:r>
          </w:p>
          <w:p w:rsidR="00736F69" w:rsidRDefault="00736F69">
            <w:r>
              <w:rPr>
                <w:rFonts w:hint="eastAsia"/>
              </w:rPr>
              <w:t>１週間の勤務時間　計3</w:t>
            </w:r>
            <w:r>
              <w:t>8</w:t>
            </w:r>
            <w:r>
              <w:rPr>
                <w:rFonts w:hint="eastAsia"/>
              </w:rPr>
              <w:t>時間4</w:t>
            </w:r>
            <w:r>
              <w:t>5</w:t>
            </w:r>
            <w:r>
              <w:rPr>
                <w:rFonts w:hint="eastAsia"/>
              </w:rPr>
              <w:t>分</w:t>
            </w:r>
          </w:p>
          <w:p w:rsidR="00736F69" w:rsidRDefault="00736F69">
            <w:r>
              <w:rPr>
                <w:rFonts w:hint="eastAsia"/>
              </w:rPr>
              <w:t>休憩時間　　　　　１時間</w:t>
            </w:r>
            <w:r w:rsidR="002D7F35">
              <w:rPr>
                <w:rFonts w:hint="eastAsia"/>
              </w:rPr>
              <w:t>（1</w:t>
            </w:r>
            <w:r w:rsidR="002D7F35">
              <w:t>2</w:t>
            </w:r>
            <w:r w:rsidR="002D7F35">
              <w:rPr>
                <w:rFonts w:hint="eastAsia"/>
              </w:rPr>
              <w:t>時0</w:t>
            </w:r>
            <w:r w:rsidR="002D7F35">
              <w:t>0</w:t>
            </w:r>
            <w:r w:rsidR="002D7F35">
              <w:rPr>
                <w:rFonts w:hint="eastAsia"/>
              </w:rPr>
              <w:t>分～1</w:t>
            </w:r>
            <w:r w:rsidR="002D7F35">
              <w:t>3</w:t>
            </w:r>
            <w:r w:rsidR="002D7F35">
              <w:rPr>
                <w:rFonts w:hint="eastAsia"/>
              </w:rPr>
              <w:t>時0</w:t>
            </w:r>
            <w:r w:rsidR="002D7F35">
              <w:t>0</w:t>
            </w:r>
            <w:r w:rsidR="002D7F35">
              <w:rPr>
                <w:rFonts w:hint="eastAsia"/>
              </w:rPr>
              <w:t>分）</w:t>
            </w:r>
          </w:p>
        </w:tc>
      </w:tr>
      <w:tr w:rsidR="00736F69" w:rsidTr="00C367BC">
        <w:tc>
          <w:tcPr>
            <w:tcW w:w="1656" w:type="dxa"/>
            <w:gridSpan w:val="2"/>
            <w:shd w:val="clear" w:color="auto" w:fill="D9D9D9" w:themeFill="background1" w:themeFillShade="D9"/>
          </w:tcPr>
          <w:p w:rsidR="00736F69" w:rsidRDefault="00736F69">
            <w:r>
              <w:rPr>
                <w:rFonts w:hint="eastAsia"/>
              </w:rPr>
              <w:t>勤務場所</w:t>
            </w:r>
          </w:p>
        </w:tc>
        <w:tc>
          <w:tcPr>
            <w:tcW w:w="6844" w:type="dxa"/>
            <w:gridSpan w:val="5"/>
          </w:tcPr>
          <w:p w:rsidR="00736F69" w:rsidRDefault="00736F69" w:rsidP="00736F69">
            <w:r>
              <w:rPr>
                <w:rFonts w:hint="eastAsia"/>
              </w:rPr>
              <w:t>大井上水道企業団　事務所（島田市金谷東一丁目１２５５番地</w:t>
            </w:r>
            <w:r w:rsidR="00CC333B">
              <w:rPr>
                <w:rFonts w:hint="eastAsia"/>
              </w:rPr>
              <w:t>の２</w:t>
            </w:r>
            <w:r>
              <w:rPr>
                <w:rFonts w:hint="eastAsia"/>
              </w:rPr>
              <w:t>）</w:t>
            </w:r>
          </w:p>
        </w:tc>
      </w:tr>
      <w:tr w:rsidR="00736F69" w:rsidTr="00C367BC">
        <w:tc>
          <w:tcPr>
            <w:tcW w:w="1656" w:type="dxa"/>
            <w:gridSpan w:val="2"/>
            <w:shd w:val="clear" w:color="auto" w:fill="D9D9D9" w:themeFill="background1" w:themeFillShade="D9"/>
          </w:tcPr>
          <w:p w:rsidR="00736F69" w:rsidRDefault="00736F69">
            <w:r>
              <w:rPr>
                <w:rFonts w:hint="eastAsia"/>
              </w:rPr>
              <w:t>休日等</w:t>
            </w:r>
          </w:p>
        </w:tc>
        <w:tc>
          <w:tcPr>
            <w:tcW w:w="6844" w:type="dxa"/>
            <w:gridSpan w:val="5"/>
          </w:tcPr>
          <w:p w:rsidR="00736F69" w:rsidRDefault="00736F69">
            <w:r>
              <w:rPr>
                <w:rFonts w:hint="eastAsia"/>
              </w:rPr>
              <w:t>土曜日及び日曜日</w:t>
            </w:r>
          </w:p>
          <w:p w:rsidR="00736F69" w:rsidRDefault="00736F69">
            <w:r>
              <w:rPr>
                <w:rFonts w:hint="eastAsia"/>
              </w:rPr>
              <w:t>国民の祝日に関する法律に規定する休日</w:t>
            </w:r>
          </w:p>
          <w:p w:rsidR="00736F69" w:rsidRDefault="00EF7A24">
            <w:r>
              <w:rPr>
                <w:rFonts w:hint="eastAsia"/>
              </w:rPr>
              <w:t>令和５年１２月２９日から令和６</w:t>
            </w:r>
            <w:r w:rsidR="00736F69">
              <w:rPr>
                <w:rFonts w:hint="eastAsia"/>
              </w:rPr>
              <w:t>年１月３日まで</w:t>
            </w:r>
          </w:p>
        </w:tc>
      </w:tr>
      <w:tr w:rsidR="00736F69" w:rsidTr="00C367BC">
        <w:tc>
          <w:tcPr>
            <w:tcW w:w="1656" w:type="dxa"/>
            <w:gridSpan w:val="2"/>
            <w:shd w:val="clear" w:color="auto" w:fill="D9D9D9" w:themeFill="background1" w:themeFillShade="D9"/>
          </w:tcPr>
          <w:p w:rsidR="00736F69" w:rsidRDefault="00736F69">
            <w:r>
              <w:rPr>
                <w:rFonts w:hint="eastAsia"/>
              </w:rPr>
              <w:t>給料・手当等</w:t>
            </w:r>
          </w:p>
        </w:tc>
        <w:tc>
          <w:tcPr>
            <w:tcW w:w="6844" w:type="dxa"/>
            <w:gridSpan w:val="5"/>
          </w:tcPr>
          <w:p w:rsidR="00736F69" w:rsidRDefault="00736F69">
            <w:r>
              <w:rPr>
                <w:rFonts w:hint="eastAsia"/>
              </w:rPr>
              <w:t>１　給料</w:t>
            </w:r>
            <w:r w:rsidR="00961C8F">
              <w:rPr>
                <w:rFonts w:hint="eastAsia"/>
              </w:rPr>
              <w:t>日額：7</w:t>
            </w:r>
            <w:r w:rsidR="00961C8F">
              <w:t>,300</w:t>
            </w:r>
            <w:r w:rsidR="00961C8F">
              <w:rPr>
                <w:rFonts w:hint="eastAsia"/>
              </w:rPr>
              <w:t>円（月額目安：1</w:t>
            </w:r>
            <w:r w:rsidR="00961C8F">
              <w:t>46,100</w:t>
            </w:r>
            <w:r w:rsidR="00961C8F">
              <w:rPr>
                <w:rFonts w:hint="eastAsia"/>
              </w:rPr>
              <w:t>円）</w:t>
            </w:r>
          </w:p>
          <w:p w:rsidR="00736F69" w:rsidRDefault="00736F69">
            <w:r>
              <w:rPr>
                <w:rFonts w:hint="eastAsia"/>
              </w:rPr>
              <w:t>※経験年数に応じて加算されることがある</w:t>
            </w:r>
          </w:p>
          <w:p w:rsidR="00736F69" w:rsidRDefault="00961C8F">
            <w:r>
              <w:rPr>
                <w:rFonts w:hint="eastAsia"/>
              </w:rPr>
              <w:t>※上記給料日</w:t>
            </w:r>
            <w:r w:rsidR="00736F69">
              <w:rPr>
                <w:rFonts w:hint="eastAsia"/>
              </w:rPr>
              <w:t>額は、任用までの間に改定されることがある</w:t>
            </w:r>
          </w:p>
          <w:p w:rsidR="00736F69" w:rsidRDefault="00736F69">
            <w:r>
              <w:rPr>
                <w:rFonts w:hint="eastAsia"/>
              </w:rPr>
              <w:t>２　手当等</w:t>
            </w:r>
          </w:p>
          <w:p w:rsidR="00C367BC" w:rsidRDefault="00736F69">
            <w:r>
              <w:rPr>
                <w:rFonts w:hint="eastAsia"/>
              </w:rPr>
              <w:t xml:space="preserve">　通勤手当、時間外勤務手当、休日勤務手当、夜間勤務手当、宿日直手当、期末手当、退職手当</w:t>
            </w:r>
            <w:r w:rsidR="00C367BC">
              <w:rPr>
                <w:rFonts w:hint="eastAsia"/>
              </w:rPr>
              <w:t>を関係例規に基づき支給</w:t>
            </w:r>
          </w:p>
        </w:tc>
      </w:tr>
      <w:tr w:rsidR="00736F69" w:rsidTr="00C367BC">
        <w:tc>
          <w:tcPr>
            <w:tcW w:w="1656" w:type="dxa"/>
            <w:gridSpan w:val="2"/>
            <w:shd w:val="clear" w:color="auto" w:fill="D9D9D9" w:themeFill="background1" w:themeFillShade="D9"/>
          </w:tcPr>
          <w:p w:rsidR="00736F69" w:rsidRDefault="00736F69">
            <w:r>
              <w:rPr>
                <w:rFonts w:hint="eastAsia"/>
              </w:rPr>
              <w:t>問い合わせ先</w:t>
            </w:r>
          </w:p>
        </w:tc>
        <w:tc>
          <w:tcPr>
            <w:tcW w:w="6844" w:type="dxa"/>
            <w:gridSpan w:val="5"/>
          </w:tcPr>
          <w:p w:rsidR="00736F69" w:rsidRDefault="00736F69" w:rsidP="00B820CA">
            <w:r>
              <w:rPr>
                <w:rFonts w:hint="eastAsia"/>
              </w:rPr>
              <w:t>大井上水道企業団　庶務係</w:t>
            </w:r>
            <w:r w:rsidR="00B820C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（０５４７－４６－４１３０）</w:t>
            </w:r>
          </w:p>
        </w:tc>
      </w:tr>
    </w:tbl>
    <w:p w:rsidR="00736F69" w:rsidRDefault="00736F69">
      <w:r>
        <w:rPr>
          <w:rFonts w:hint="eastAsia"/>
        </w:rPr>
        <w:t>※今後の予算状況等により、採用予定人数が変更される場合があります。</w:t>
      </w:r>
    </w:p>
    <w:p w:rsidR="0082141C" w:rsidRDefault="0082141C"/>
    <w:p w:rsidR="00B820CA" w:rsidRDefault="00B820CA"/>
    <w:p w:rsidR="007F54E5" w:rsidRDefault="007F54E5"/>
    <w:p w:rsidR="00CC333B" w:rsidRDefault="00CC333B"/>
    <w:p w:rsidR="00C367BC" w:rsidRPr="00736F69" w:rsidRDefault="00C367BC" w:rsidP="00C367BC">
      <w:pPr>
        <w:jc w:val="right"/>
        <w:rPr>
          <w:sz w:val="24"/>
        </w:rPr>
      </w:pPr>
      <w:r w:rsidRPr="00736F69">
        <w:rPr>
          <w:rFonts w:hint="eastAsia"/>
          <w:sz w:val="24"/>
        </w:rPr>
        <w:lastRenderedPageBreak/>
        <w:t>【別表】</w:t>
      </w:r>
    </w:p>
    <w:p w:rsidR="00C367BC" w:rsidRPr="00736F69" w:rsidRDefault="00C367BC" w:rsidP="00C367BC">
      <w:pPr>
        <w:jc w:val="center"/>
        <w:rPr>
          <w:sz w:val="24"/>
        </w:rPr>
      </w:pPr>
      <w:r w:rsidRPr="00736F69">
        <w:rPr>
          <w:rFonts w:hint="eastAsia"/>
          <w:sz w:val="24"/>
        </w:rPr>
        <w:t>大井上水道企業団</w:t>
      </w:r>
      <w:r w:rsidR="00384A44">
        <w:rPr>
          <w:rFonts w:hint="eastAsia"/>
          <w:sz w:val="24"/>
        </w:rPr>
        <w:t>パートタイム</w:t>
      </w:r>
      <w:r w:rsidRPr="00736F69">
        <w:rPr>
          <w:rFonts w:hint="eastAsia"/>
          <w:sz w:val="24"/>
        </w:rPr>
        <w:t>会計年度任用職員採用試験　職種別詳細</w:t>
      </w:r>
    </w:p>
    <w:p w:rsidR="00C367BC" w:rsidRDefault="00C367BC" w:rsidP="00C367BC">
      <w:pPr>
        <w:jc w:val="center"/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545"/>
        <w:gridCol w:w="1111"/>
        <w:gridCol w:w="124"/>
        <w:gridCol w:w="510"/>
        <w:gridCol w:w="1776"/>
        <w:gridCol w:w="1245"/>
        <w:gridCol w:w="3189"/>
      </w:tblGrid>
      <w:tr w:rsidR="00C367BC" w:rsidTr="00F3683F">
        <w:tc>
          <w:tcPr>
            <w:tcW w:w="1780" w:type="dxa"/>
            <w:gridSpan w:val="3"/>
            <w:shd w:val="clear" w:color="auto" w:fill="D9D9D9" w:themeFill="background1" w:themeFillShade="D9"/>
            <w:vAlign w:val="center"/>
          </w:tcPr>
          <w:p w:rsidR="00C367BC" w:rsidRDefault="00C367BC" w:rsidP="00F3683F">
            <w:pPr>
              <w:jc w:val="center"/>
            </w:pPr>
            <w:r>
              <w:rPr>
                <w:rFonts w:hint="eastAsia"/>
              </w:rPr>
              <w:t>職種区分</w:t>
            </w:r>
          </w:p>
        </w:tc>
        <w:tc>
          <w:tcPr>
            <w:tcW w:w="2286" w:type="dxa"/>
            <w:gridSpan w:val="2"/>
            <w:shd w:val="clear" w:color="auto" w:fill="D9D9D9" w:themeFill="background1" w:themeFillShade="D9"/>
            <w:vAlign w:val="center"/>
          </w:tcPr>
          <w:p w:rsidR="00C367BC" w:rsidRDefault="00C367BC" w:rsidP="00F3683F">
            <w:pPr>
              <w:jc w:val="center"/>
            </w:pPr>
            <w:r>
              <w:rPr>
                <w:rFonts w:hint="eastAsia"/>
              </w:rPr>
              <w:t>職種または業務内容</w:t>
            </w:r>
          </w:p>
        </w:tc>
        <w:tc>
          <w:tcPr>
            <w:tcW w:w="1245" w:type="dxa"/>
            <w:shd w:val="clear" w:color="auto" w:fill="D9D9D9" w:themeFill="background1" w:themeFillShade="D9"/>
            <w:vAlign w:val="center"/>
          </w:tcPr>
          <w:p w:rsidR="00C367BC" w:rsidRDefault="00C367BC" w:rsidP="00F3683F">
            <w:pPr>
              <w:jc w:val="center"/>
            </w:pPr>
            <w:r>
              <w:rPr>
                <w:rFonts w:hint="eastAsia"/>
              </w:rPr>
              <w:t>採用予定</w:t>
            </w:r>
          </w:p>
          <w:p w:rsidR="00C367BC" w:rsidRDefault="00C367BC" w:rsidP="00F3683F"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3185" w:type="dxa"/>
            <w:shd w:val="clear" w:color="auto" w:fill="D9D9D9" w:themeFill="background1" w:themeFillShade="D9"/>
            <w:vAlign w:val="center"/>
          </w:tcPr>
          <w:p w:rsidR="00C367BC" w:rsidRDefault="00C367BC" w:rsidP="00F3683F">
            <w:pPr>
              <w:jc w:val="center"/>
            </w:pPr>
            <w:r>
              <w:rPr>
                <w:rFonts w:hint="eastAsia"/>
              </w:rPr>
              <w:t>応募資格</w:t>
            </w:r>
          </w:p>
        </w:tc>
      </w:tr>
      <w:tr w:rsidR="00C367BC" w:rsidTr="00F3683F">
        <w:tc>
          <w:tcPr>
            <w:tcW w:w="545" w:type="dxa"/>
            <w:vAlign w:val="center"/>
          </w:tcPr>
          <w:p w:rsidR="00C367BC" w:rsidRDefault="00C367BC" w:rsidP="00F3683F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235" w:type="dxa"/>
            <w:gridSpan w:val="2"/>
            <w:vAlign w:val="center"/>
          </w:tcPr>
          <w:p w:rsidR="00C367BC" w:rsidRDefault="00C367BC" w:rsidP="00F3683F">
            <w:pPr>
              <w:jc w:val="center"/>
            </w:pPr>
            <w:r>
              <w:rPr>
                <w:rFonts w:hint="eastAsia"/>
              </w:rPr>
              <w:t>一般事務</w:t>
            </w:r>
          </w:p>
        </w:tc>
        <w:tc>
          <w:tcPr>
            <w:tcW w:w="510" w:type="dxa"/>
            <w:vAlign w:val="center"/>
          </w:tcPr>
          <w:p w:rsidR="00C367BC" w:rsidRDefault="00384A44" w:rsidP="00F3683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76" w:type="dxa"/>
            <w:vAlign w:val="center"/>
          </w:tcPr>
          <w:p w:rsidR="00C367BC" w:rsidRDefault="00CC333B" w:rsidP="00F3683F">
            <w:r>
              <w:rPr>
                <w:rFonts w:hint="eastAsia"/>
              </w:rPr>
              <w:t>水道事業に係るO</w:t>
            </w:r>
            <w:r>
              <w:t>A</w:t>
            </w:r>
            <w:r>
              <w:rPr>
                <w:rFonts w:hint="eastAsia"/>
              </w:rPr>
              <w:t>処理、窓口、電話応対等業務</w:t>
            </w:r>
          </w:p>
        </w:tc>
        <w:tc>
          <w:tcPr>
            <w:tcW w:w="1245" w:type="dxa"/>
            <w:vAlign w:val="center"/>
          </w:tcPr>
          <w:p w:rsidR="00C367BC" w:rsidRDefault="00384A44" w:rsidP="00F3683F">
            <w:pPr>
              <w:jc w:val="center"/>
            </w:pPr>
            <w:r>
              <w:rPr>
                <w:rFonts w:hint="eastAsia"/>
              </w:rPr>
              <w:t>２</w:t>
            </w:r>
            <w:r w:rsidR="00C367BC">
              <w:rPr>
                <w:rFonts w:hint="eastAsia"/>
              </w:rPr>
              <w:t>名程度</w:t>
            </w:r>
          </w:p>
        </w:tc>
        <w:tc>
          <w:tcPr>
            <w:tcW w:w="3185" w:type="dxa"/>
            <w:vAlign w:val="center"/>
          </w:tcPr>
          <w:p w:rsidR="008F5B29" w:rsidRDefault="008F5B29" w:rsidP="008F5B29">
            <w:pPr>
              <w:jc w:val="center"/>
            </w:pPr>
            <w:r>
              <w:rPr>
                <w:rFonts w:hint="eastAsia"/>
              </w:rPr>
              <w:t>普通自動車免許</w:t>
            </w:r>
          </w:p>
          <w:p w:rsidR="00C367BC" w:rsidRDefault="008F5B29" w:rsidP="008F5B29">
            <w:pPr>
              <w:jc w:val="center"/>
            </w:pPr>
            <w:r>
              <w:rPr>
                <w:rFonts w:hint="eastAsia"/>
              </w:rPr>
              <w:t>（AT限定可）</w:t>
            </w:r>
          </w:p>
        </w:tc>
      </w:tr>
      <w:tr w:rsidR="00C367BC" w:rsidTr="00F3683F">
        <w:tc>
          <w:tcPr>
            <w:tcW w:w="8496" w:type="dxa"/>
            <w:gridSpan w:val="7"/>
            <w:shd w:val="clear" w:color="auto" w:fill="D9D9D9" w:themeFill="background1" w:themeFillShade="D9"/>
          </w:tcPr>
          <w:p w:rsidR="00C367BC" w:rsidRDefault="00C367BC" w:rsidP="00F3683F">
            <w:pPr>
              <w:jc w:val="center"/>
            </w:pPr>
            <w:r>
              <w:rPr>
                <w:rFonts w:hint="eastAsia"/>
              </w:rPr>
              <w:t>勤務条件・職務内容等</w:t>
            </w:r>
          </w:p>
        </w:tc>
      </w:tr>
      <w:tr w:rsidR="00C367BC" w:rsidTr="00F3683F">
        <w:tc>
          <w:tcPr>
            <w:tcW w:w="1656" w:type="dxa"/>
            <w:gridSpan w:val="2"/>
            <w:shd w:val="clear" w:color="auto" w:fill="D9D9D9" w:themeFill="background1" w:themeFillShade="D9"/>
          </w:tcPr>
          <w:p w:rsidR="00C367BC" w:rsidRDefault="00C367BC" w:rsidP="00F3683F">
            <w:r>
              <w:rPr>
                <w:rFonts w:hint="eastAsia"/>
              </w:rPr>
              <w:t>任用期間</w:t>
            </w:r>
          </w:p>
        </w:tc>
        <w:tc>
          <w:tcPr>
            <w:tcW w:w="6844" w:type="dxa"/>
            <w:gridSpan w:val="5"/>
          </w:tcPr>
          <w:p w:rsidR="00C367BC" w:rsidRDefault="00EF7A24" w:rsidP="00F3683F">
            <w:r>
              <w:rPr>
                <w:rFonts w:hint="eastAsia"/>
              </w:rPr>
              <w:t>令和５年４月１日から令和６</w:t>
            </w:r>
            <w:r w:rsidR="00C367BC">
              <w:rPr>
                <w:rFonts w:hint="eastAsia"/>
              </w:rPr>
              <w:t>年３月31日まで</w:t>
            </w:r>
          </w:p>
          <w:p w:rsidR="00C367BC" w:rsidRDefault="00C367BC" w:rsidP="00F3683F">
            <w:r>
              <w:rPr>
                <w:rFonts w:hint="eastAsia"/>
              </w:rPr>
              <w:t>※任用後、1月間は条件付採用</w:t>
            </w:r>
            <w:r w:rsidR="004172D4">
              <w:rPr>
                <w:rFonts w:hint="eastAsia"/>
              </w:rPr>
              <w:t>。ただし、</w:t>
            </w:r>
            <w:r w:rsidR="000637CD">
              <w:rPr>
                <w:rFonts w:hint="eastAsia"/>
              </w:rPr>
              <w:t>採用後1月間に実際に勤務した日数が1</w:t>
            </w:r>
            <w:r w:rsidR="000637CD">
              <w:t>5</w:t>
            </w:r>
            <w:r w:rsidR="000637CD">
              <w:rPr>
                <w:rFonts w:hint="eastAsia"/>
              </w:rPr>
              <w:t>日に満たない場合には、その日数が1</w:t>
            </w:r>
            <w:r w:rsidR="000637CD">
              <w:t>5</w:t>
            </w:r>
            <w:r w:rsidR="000637CD">
              <w:rPr>
                <w:rFonts w:hint="eastAsia"/>
              </w:rPr>
              <w:t>日に達するまで。</w:t>
            </w:r>
          </w:p>
        </w:tc>
      </w:tr>
      <w:tr w:rsidR="00C367BC" w:rsidTr="00F3683F">
        <w:tc>
          <w:tcPr>
            <w:tcW w:w="1656" w:type="dxa"/>
            <w:gridSpan w:val="2"/>
            <w:shd w:val="clear" w:color="auto" w:fill="D9D9D9" w:themeFill="background1" w:themeFillShade="D9"/>
          </w:tcPr>
          <w:p w:rsidR="00C367BC" w:rsidRDefault="00C367BC" w:rsidP="00F3683F">
            <w:r>
              <w:rPr>
                <w:rFonts w:hint="eastAsia"/>
              </w:rPr>
              <w:t>職務内容</w:t>
            </w:r>
          </w:p>
        </w:tc>
        <w:tc>
          <w:tcPr>
            <w:tcW w:w="6844" w:type="dxa"/>
            <w:gridSpan w:val="5"/>
          </w:tcPr>
          <w:p w:rsidR="00C367BC" w:rsidRDefault="00CC333B" w:rsidP="00F3683F">
            <w:r>
              <w:rPr>
                <w:rFonts w:hint="eastAsia"/>
              </w:rPr>
              <w:t>・水道事業に係る補助事務（O</w:t>
            </w:r>
            <w:r>
              <w:t>A</w:t>
            </w:r>
            <w:r>
              <w:rPr>
                <w:rFonts w:hint="eastAsia"/>
              </w:rPr>
              <w:t>入力、窓口・電話対応、資料作成、文書受付等）</w:t>
            </w:r>
          </w:p>
        </w:tc>
      </w:tr>
      <w:tr w:rsidR="00C367BC" w:rsidTr="00F3683F">
        <w:tc>
          <w:tcPr>
            <w:tcW w:w="1656" w:type="dxa"/>
            <w:gridSpan w:val="2"/>
            <w:shd w:val="clear" w:color="auto" w:fill="D9D9D9" w:themeFill="background1" w:themeFillShade="D9"/>
          </w:tcPr>
          <w:p w:rsidR="00C367BC" w:rsidRDefault="00C367BC" w:rsidP="00F3683F">
            <w:r>
              <w:rPr>
                <w:rFonts w:hint="eastAsia"/>
              </w:rPr>
              <w:t>勤務日及び</w:t>
            </w:r>
          </w:p>
          <w:p w:rsidR="00C367BC" w:rsidRDefault="00C367BC" w:rsidP="00F3683F">
            <w:r>
              <w:rPr>
                <w:rFonts w:hint="eastAsia"/>
              </w:rPr>
              <w:t>勤務時間</w:t>
            </w:r>
          </w:p>
        </w:tc>
        <w:tc>
          <w:tcPr>
            <w:tcW w:w="6844" w:type="dxa"/>
            <w:gridSpan w:val="5"/>
          </w:tcPr>
          <w:p w:rsidR="00C367BC" w:rsidRDefault="00C367BC" w:rsidP="00F3683F">
            <w:r>
              <w:rPr>
                <w:rFonts w:hint="eastAsia"/>
              </w:rPr>
              <w:t>１週間の勤務日　　月曜日から金曜日</w:t>
            </w:r>
            <w:r w:rsidR="000C10F7">
              <w:rPr>
                <w:rFonts w:hint="eastAsia"/>
              </w:rPr>
              <w:t>の平日</w:t>
            </w:r>
          </w:p>
          <w:p w:rsidR="00B11CEA" w:rsidRDefault="00C367BC" w:rsidP="00384A44">
            <w:r>
              <w:rPr>
                <w:rFonts w:hint="eastAsia"/>
              </w:rPr>
              <w:t xml:space="preserve">１日の勤務時間　　</w:t>
            </w:r>
            <w:r w:rsidR="004E2BB7">
              <w:rPr>
                <w:rFonts w:hint="eastAsia"/>
              </w:rPr>
              <w:t>午前８時3</w:t>
            </w:r>
            <w:r w:rsidR="004E2BB7">
              <w:t>0</w:t>
            </w:r>
            <w:r w:rsidR="004E2BB7">
              <w:rPr>
                <w:rFonts w:hint="eastAsia"/>
              </w:rPr>
              <w:t>分～午後５時1</w:t>
            </w:r>
            <w:r w:rsidR="004E2BB7">
              <w:t>5</w:t>
            </w:r>
            <w:r w:rsidR="000C10F7">
              <w:rPr>
                <w:rFonts w:hint="eastAsia"/>
              </w:rPr>
              <w:t>分のうち要相談</w:t>
            </w:r>
          </w:p>
          <w:p w:rsidR="00C367BC" w:rsidRDefault="00C367BC" w:rsidP="00F3683F">
            <w:r>
              <w:rPr>
                <w:rFonts w:hint="eastAsia"/>
              </w:rPr>
              <w:t xml:space="preserve">１週間の勤務時間　</w:t>
            </w:r>
            <w:r w:rsidR="000C10F7">
              <w:rPr>
                <w:rFonts w:hint="eastAsia"/>
              </w:rPr>
              <w:t>計</w:t>
            </w:r>
            <w:r w:rsidR="008F5B29">
              <w:rPr>
                <w:rFonts w:hint="eastAsia"/>
              </w:rPr>
              <w:t>１０～３５時間程度</w:t>
            </w:r>
            <w:r w:rsidR="000C10F7">
              <w:rPr>
                <w:rFonts w:hint="eastAsia"/>
              </w:rPr>
              <w:t>で局長が定める時間</w:t>
            </w:r>
          </w:p>
          <w:p w:rsidR="00B820CA" w:rsidRDefault="00C367BC" w:rsidP="00CC333B">
            <w:r>
              <w:rPr>
                <w:rFonts w:hint="eastAsia"/>
              </w:rPr>
              <w:t>休憩時間　　　　　１時間</w:t>
            </w:r>
            <w:r w:rsidR="002D7F35">
              <w:rPr>
                <w:rFonts w:hint="eastAsia"/>
              </w:rPr>
              <w:t>（1</w:t>
            </w:r>
            <w:r w:rsidR="002D7F35">
              <w:t>2</w:t>
            </w:r>
            <w:r w:rsidR="002D7F35">
              <w:rPr>
                <w:rFonts w:hint="eastAsia"/>
              </w:rPr>
              <w:t>時0</w:t>
            </w:r>
            <w:r w:rsidR="002D7F35">
              <w:t>0</w:t>
            </w:r>
            <w:r w:rsidR="002D7F35">
              <w:rPr>
                <w:rFonts w:hint="eastAsia"/>
              </w:rPr>
              <w:t>分～1</w:t>
            </w:r>
            <w:r w:rsidR="002D7F35">
              <w:t>3</w:t>
            </w:r>
            <w:r w:rsidR="002D7F35">
              <w:rPr>
                <w:rFonts w:hint="eastAsia"/>
              </w:rPr>
              <w:t>時0</w:t>
            </w:r>
            <w:r w:rsidR="002D7F35">
              <w:t>0</w:t>
            </w:r>
            <w:r w:rsidR="002D7F35">
              <w:rPr>
                <w:rFonts w:hint="eastAsia"/>
              </w:rPr>
              <w:t>分）</w:t>
            </w:r>
            <w:r w:rsidR="008F5B29">
              <w:rPr>
                <w:rFonts w:hint="eastAsia"/>
              </w:rPr>
              <w:t>。</w:t>
            </w:r>
          </w:p>
        </w:tc>
      </w:tr>
      <w:tr w:rsidR="00C367BC" w:rsidTr="00F3683F">
        <w:tc>
          <w:tcPr>
            <w:tcW w:w="1656" w:type="dxa"/>
            <w:gridSpan w:val="2"/>
            <w:shd w:val="clear" w:color="auto" w:fill="D9D9D9" w:themeFill="background1" w:themeFillShade="D9"/>
          </w:tcPr>
          <w:p w:rsidR="00C367BC" w:rsidRDefault="00C367BC" w:rsidP="00F3683F">
            <w:r>
              <w:rPr>
                <w:rFonts w:hint="eastAsia"/>
              </w:rPr>
              <w:t>勤務場所</w:t>
            </w:r>
          </w:p>
        </w:tc>
        <w:tc>
          <w:tcPr>
            <w:tcW w:w="6844" w:type="dxa"/>
            <w:gridSpan w:val="5"/>
          </w:tcPr>
          <w:p w:rsidR="00C367BC" w:rsidRDefault="00C367BC" w:rsidP="000C10F7">
            <w:r>
              <w:rPr>
                <w:rFonts w:hint="eastAsia"/>
              </w:rPr>
              <w:t>大井上水道企業団　事務所（島田市金谷東一丁目１２５５番地</w:t>
            </w:r>
            <w:r w:rsidR="00CC333B">
              <w:rPr>
                <w:rFonts w:hint="eastAsia"/>
              </w:rPr>
              <w:t>の２</w:t>
            </w:r>
            <w:r>
              <w:rPr>
                <w:rFonts w:hint="eastAsia"/>
              </w:rPr>
              <w:t>）</w:t>
            </w:r>
          </w:p>
        </w:tc>
      </w:tr>
      <w:tr w:rsidR="00C367BC" w:rsidTr="00F3683F">
        <w:tc>
          <w:tcPr>
            <w:tcW w:w="1656" w:type="dxa"/>
            <w:gridSpan w:val="2"/>
            <w:shd w:val="clear" w:color="auto" w:fill="D9D9D9" w:themeFill="background1" w:themeFillShade="D9"/>
          </w:tcPr>
          <w:p w:rsidR="00C367BC" w:rsidRDefault="00C367BC" w:rsidP="00F3683F">
            <w:r>
              <w:rPr>
                <w:rFonts w:hint="eastAsia"/>
              </w:rPr>
              <w:t>休日等</w:t>
            </w:r>
          </w:p>
        </w:tc>
        <w:tc>
          <w:tcPr>
            <w:tcW w:w="6844" w:type="dxa"/>
            <w:gridSpan w:val="5"/>
          </w:tcPr>
          <w:p w:rsidR="00C367BC" w:rsidRDefault="00C367BC" w:rsidP="00F3683F">
            <w:r>
              <w:rPr>
                <w:rFonts w:hint="eastAsia"/>
              </w:rPr>
              <w:t>土曜日及び日曜日</w:t>
            </w:r>
          </w:p>
          <w:p w:rsidR="00C367BC" w:rsidRDefault="00C367BC" w:rsidP="00F3683F">
            <w:r>
              <w:rPr>
                <w:rFonts w:hint="eastAsia"/>
              </w:rPr>
              <w:t>国民の祝日に関する法律に規定する休日</w:t>
            </w:r>
          </w:p>
          <w:p w:rsidR="00C367BC" w:rsidRDefault="00EF7A24" w:rsidP="00F3683F">
            <w:r>
              <w:rPr>
                <w:rFonts w:hint="eastAsia"/>
              </w:rPr>
              <w:t>令和５年１２月２９日から令和６</w:t>
            </w:r>
            <w:bookmarkStart w:id="0" w:name="_GoBack"/>
            <w:bookmarkEnd w:id="0"/>
            <w:r w:rsidR="00C367BC">
              <w:rPr>
                <w:rFonts w:hint="eastAsia"/>
              </w:rPr>
              <w:t>年１月３日まで</w:t>
            </w:r>
          </w:p>
        </w:tc>
      </w:tr>
      <w:tr w:rsidR="00C367BC" w:rsidTr="00F3683F">
        <w:tc>
          <w:tcPr>
            <w:tcW w:w="1656" w:type="dxa"/>
            <w:gridSpan w:val="2"/>
            <w:shd w:val="clear" w:color="auto" w:fill="D9D9D9" w:themeFill="background1" w:themeFillShade="D9"/>
          </w:tcPr>
          <w:p w:rsidR="00C367BC" w:rsidRDefault="00C367BC" w:rsidP="00F3683F">
            <w:r>
              <w:rPr>
                <w:rFonts w:hint="eastAsia"/>
              </w:rPr>
              <w:t>給料・手当等</w:t>
            </w:r>
          </w:p>
        </w:tc>
        <w:tc>
          <w:tcPr>
            <w:tcW w:w="6844" w:type="dxa"/>
            <w:gridSpan w:val="5"/>
          </w:tcPr>
          <w:p w:rsidR="00C367BC" w:rsidRDefault="00EA78FA" w:rsidP="00F3683F">
            <w:r>
              <w:rPr>
                <w:rFonts w:hint="eastAsia"/>
              </w:rPr>
              <w:t>１　給料日額　5</w:t>
            </w:r>
            <w:r>
              <w:t>,640</w:t>
            </w:r>
            <w:r>
              <w:rPr>
                <w:rFonts w:hint="eastAsia"/>
              </w:rPr>
              <w:t>円（6時間勤務の場合）</w:t>
            </w:r>
          </w:p>
          <w:p w:rsidR="00C367BC" w:rsidRDefault="00C367BC" w:rsidP="00F3683F">
            <w:r>
              <w:rPr>
                <w:rFonts w:hint="eastAsia"/>
              </w:rPr>
              <w:t>※経験年数に応じて加算されることがある</w:t>
            </w:r>
          </w:p>
          <w:p w:rsidR="00C367BC" w:rsidRDefault="00C367BC" w:rsidP="00F3683F">
            <w:r>
              <w:rPr>
                <w:rFonts w:hint="eastAsia"/>
              </w:rPr>
              <w:t>※上記給料月額は、任用までの間に改定されることがある</w:t>
            </w:r>
          </w:p>
          <w:p w:rsidR="00384A44" w:rsidRDefault="00384A44" w:rsidP="00F3683F">
            <w:r>
              <w:rPr>
                <w:rFonts w:hint="eastAsia"/>
              </w:rPr>
              <w:t>※時間外勤務、休日勤務、夜間勤務に係る報酬を関係規定に基づき支給</w:t>
            </w:r>
          </w:p>
          <w:p w:rsidR="00C367BC" w:rsidRDefault="00384A44" w:rsidP="00F3683F">
            <w:r>
              <w:rPr>
                <w:rFonts w:hint="eastAsia"/>
              </w:rPr>
              <w:t>２　費用弁償</w:t>
            </w:r>
          </w:p>
          <w:p w:rsidR="00384A44" w:rsidRDefault="00384A44" w:rsidP="00F3683F">
            <w:r>
              <w:rPr>
                <w:rFonts w:hint="eastAsia"/>
              </w:rPr>
              <w:t xml:space="preserve">　　通勤及び旅費に係る費用を関係例規に基づき支給</w:t>
            </w:r>
          </w:p>
          <w:p w:rsidR="00C367BC" w:rsidRDefault="00384A44" w:rsidP="00F3683F">
            <w:r>
              <w:rPr>
                <w:rFonts w:hint="eastAsia"/>
              </w:rPr>
              <w:t>３</w:t>
            </w:r>
            <w:r w:rsidR="00C367BC">
              <w:rPr>
                <w:rFonts w:hint="eastAsia"/>
              </w:rPr>
              <w:t xml:space="preserve">　手当等</w:t>
            </w:r>
          </w:p>
          <w:p w:rsidR="00C367BC" w:rsidRDefault="00C367BC" w:rsidP="00F3683F">
            <w:r>
              <w:rPr>
                <w:rFonts w:hint="eastAsia"/>
              </w:rPr>
              <w:t xml:space="preserve">　</w:t>
            </w:r>
            <w:r w:rsidR="00384A44">
              <w:rPr>
                <w:rFonts w:hint="eastAsia"/>
              </w:rPr>
              <w:t>期末手当を関係例規に基づき支給</w:t>
            </w:r>
          </w:p>
        </w:tc>
      </w:tr>
      <w:tr w:rsidR="00C367BC" w:rsidTr="00F3683F">
        <w:tc>
          <w:tcPr>
            <w:tcW w:w="1656" w:type="dxa"/>
            <w:gridSpan w:val="2"/>
            <w:shd w:val="clear" w:color="auto" w:fill="D9D9D9" w:themeFill="background1" w:themeFillShade="D9"/>
          </w:tcPr>
          <w:p w:rsidR="00C367BC" w:rsidRDefault="00C367BC" w:rsidP="00F3683F">
            <w:r>
              <w:rPr>
                <w:rFonts w:hint="eastAsia"/>
              </w:rPr>
              <w:t>問い合わせ先</w:t>
            </w:r>
          </w:p>
        </w:tc>
        <w:tc>
          <w:tcPr>
            <w:tcW w:w="6844" w:type="dxa"/>
            <w:gridSpan w:val="5"/>
          </w:tcPr>
          <w:p w:rsidR="00C367BC" w:rsidRDefault="00C367BC" w:rsidP="00F3683F">
            <w:r>
              <w:rPr>
                <w:rFonts w:hint="eastAsia"/>
              </w:rPr>
              <w:t>大井上水道企業団　庶務係</w:t>
            </w:r>
            <w:r w:rsidR="00B820C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（０５４７－４６－４１３０）</w:t>
            </w:r>
          </w:p>
        </w:tc>
      </w:tr>
    </w:tbl>
    <w:p w:rsidR="00C367BC" w:rsidRDefault="00C367BC" w:rsidP="00C367BC">
      <w:r>
        <w:rPr>
          <w:rFonts w:hint="eastAsia"/>
        </w:rPr>
        <w:t>※今後の予算状況等により、採用予定人数が変更される場合があります。</w:t>
      </w:r>
    </w:p>
    <w:sectPr w:rsidR="00C367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F69"/>
    <w:rsid w:val="0004514C"/>
    <w:rsid w:val="000637CD"/>
    <w:rsid w:val="000C10F7"/>
    <w:rsid w:val="002D7F35"/>
    <w:rsid w:val="00384A44"/>
    <w:rsid w:val="004172D4"/>
    <w:rsid w:val="004E2BB7"/>
    <w:rsid w:val="0062465D"/>
    <w:rsid w:val="00736F69"/>
    <w:rsid w:val="007F54E5"/>
    <w:rsid w:val="0082141C"/>
    <w:rsid w:val="008F5B29"/>
    <w:rsid w:val="00961C8F"/>
    <w:rsid w:val="009B3ADF"/>
    <w:rsid w:val="00B11CEA"/>
    <w:rsid w:val="00B820CA"/>
    <w:rsid w:val="00C367BC"/>
    <w:rsid w:val="00CC333B"/>
    <w:rsid w:val="00DA4927"/>
    <w:rsid w:val="00EA78FA"/>
    <w:rsid w:val="00EF7A24"/>
    <w:rsid w:val="00FD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1C5487"/>
  <w15:chartTrackingRefBased/>
  <w15:docId w15:val="{D51193EC-232E-4930-B239-D0B59ECD5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6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5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F5B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user23</dc:creator>
  <cp:keywords/>
  <dc:description/>
  <cp:lastModifiedBy> </cp:lastModifiedBy>
  <cp:revision>13</cp:revision>
  <cp:lastPrinted>2020-11-20T08:33:00Z</cp:lastPrinted>
  <dcterms:created xsi:type="dcterms:W3CDTF">2020-10-02T04:01:00Z</dcterms:created>
  <dcterms:modified xsi:type="dcterms:W3CDTF">2022-11-18T05:59:00Z</dcterms:modified>
</cp:coreProperties>
</file>